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49D" w:rsidRPr="00D30F17" w:rsidRDefault="0068249D">
      <w:pPr>
        <w:rPr>
          <w:rFonts w:ascii="Tahoma" w:hAnsi="Tahoma" w:cs="Tahoma"/>
          <w:b/>
          <w:sz w:val="24"/>
          <w:szCs w:val="24"/>
        </w:rPr>
      </w:pPr>
      <w:r w:rsidRPr="00D30F17">
        <w:rPr>
          <w:rFonts w:ascii="Tahoma" w:hAnsi="Tahoma" w:cs="Tahoma"/>
          <w:b/>
          <w:sz w:val="24"/>
          <w:szCs w:val="24"/>
        </w:rPr>
        <w:t>FAC 7146</w:t>
      </w:r>
      <w:r w:rsidRPr="00D30F17">
        <w:rPr>
          <w:rFonts w:ascii="Tahoma" w:hAnsi="Tahoma" w:cs="Tahoma"/>
          <w:b/>
          <w:sz w:val="24"/>
          <w:szCs w:val="24"/>
        </w:rPr>
        <w:tab/>
      </w:r>
      <w:r w:rsidR="00D30F17" w:rsidRPr="00D30F17">
        <w:rPr>
          <w:rFonts w:ascii="Tahoma" w:hAnsi="Tahoma" w:cs="Tahoma"/>
          <w:b/>
          <w:sz w:val="24"/>
          <w:szCs w:val="24"/>
        </w:rPr>
        <w:tab/>
      </w:r>
      <w:r w:rsidRPr="00D30F17">
        <w:rPr>
          <w:rFonts w:ascii="Tahoma" w:hAnsi="Tahoma" w:cs="Tahoma"/>
          <w:b/>
          <w:sz w:val="24"/>
          <w:szCs w:val="24"/>
        </w:rPr>
        <w:t>Family Housing Attendant Facility</w:t>
      </w:r>
    </w:p>
    <w:p w:rsidR="0068249D" w:rsidRPr="00D30F17" w:rsidRDefault="0068249D">
      <w:pPr>
        <w:rPr>
          <w:rFonts w:ascii="Tahoma" w:hAnsi="Tahoma" w:cs="Tahoma"/>
          <w:sz w:val="24"/>
          <w:szCs w:val="24"/>
        </w:rPr>
      </w:pPr>
    </w:p>
    <w:p w:rsidR="0068249D" w:rsidRPr="00D30F17" w:rsidRDefault="00F37FC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</w:rPr>
        <w:t>RUC FY12 (V14):</w:t>
      </w:r>
      <w:r w:rsidR="0068249D" w:rsidRPr="00D30F17">
        <w:rPr>
          <w:rFonts w:ascii="Tahoma" w:hAnsi="Tahoma" w:cs="Tahoma"/>
          <w:sz w:val="24"/>
          <w:szCs w:val="24"/>
        </w:rPr>
        <w:tab/>
        <w:t>$ 80.31 SF</w:t>
      </w:r>
    </w:p>
    <w:p w:rsidR="0068249D" w:rsidRPr="00D30F17" w:rsidRDefault="0068249D" w:rsidP="00FC5523">
      <w:pPr>
        <w:pStyle w:val="NoSpacing"/>
        <w:tabs>
          <w:tab w:val="left" w:pos="1440"/>
        </w:tabs>
        <w:ind w:left="1440" w:hanging="1440"/>
        <w:rPr>
          <w:rFonts w:cs="Tahoma"/>
          <w:sz w:val="24"/>
          <w:szCs w:val="24"/>
        </w:rPr>
      </w:pPr>
      <w:r w:rsidRPr="00D30F17">
        <w:rPr>
          <w:rFonts w:cs="Tahoma"/>
          <w:sz w:val="24"/>
          <w:szCs w:val="24"/>
        </w:rPr>
        <w:t>Source:</w:t>
      </w:r>
      <w:r w:rsidRPr="00D30F17">
        <w:rPr>
          <w:rFonts w:cs="Tahoma"/>
          <w:sz w:val="24"/>
          <w:szCs w:val="24"/>
        </w:rPr>
        <w:tab/>
      </w:r>
      <w:r w:rsidR="00D30F17" w:rsidRPr="00D30F17">
        <w:rPr>
          <w:rFonts w:cs="Tahoma"/>
          <w:sz w:val="24"/>
          <w:szCs w:val="24"/>
        </w:rPr>
        <w:tab/>
      </w:r>
      <w:r w:rsidRPr="00D30F17">
        <w:rPr>
          <w:rFonts w:cs="Tahoma"/>
          <w:sz w:val="24"/>
          <w:szCs w:val="24"/>
        </w:rPr>
        <w:t xml:space="preserve">Calculated for V14 using October 2011 version of Marshall &amp; Swift </w:t>
      </w:r>
      <w:r w:rsidR="00D30F17" w:rsidRPr="00D30F17">
        <w:rPr>
          <w:rFonts w:cs="Tahoma"/>
          <w:sz w:val="24"/>
          <w:szCs w:val="24"/>
        </w:rPr>
        <w:tab/>
      </w:r>
      <w:r w:rsidRPr="00D30F17">
        <w:rPr>
          <w:rFonts w:cs="Tahoma"/>
          <w:sz w:val="24"/>
          <w:szCs w:val="24"/>
        </w:rPr>
        <w:t>Valuation Guide</w:t>
      </w:r>
    </w:p>
    <w:p w:rsidR="0068249D" w:rsidRPr="00D30F17" w:rsidRDefault="0068249D">
      <w:pPr>
        <w:rPr>
          <w:rFonts w:ascii="Tahoma" w:hAnsi="Tahoma" w:cs="Tahoma"/>
          <w:sz w:val="24"/>
          <w:szCs w:val="24"/>
        </w:rPr>
      </w:pPr>
    </w:p>
    <w:p w:rsidR="00EA1A6C" w:rsidRPr="00D30F17" w:rsidRDefault="00EA1A6C">
      <w:pPr>
        <w:rPr>
          <w:rFonts w:ascii="Tahoma" w:hAnsi="Tahoma" w:cs="Tahoma"/>
          <w:sz w:val="24"/>
          <w:szCs w:val="24"/>
        </w:rPr>
      </w:pPr>
      <w:r w:rsidRPr="00D30F17">
        <w:rPr>
          <w:rFonts w:ascii="Tahoma" w:hAnsi="Tahoma" w:cs="Tahoma"/>
          <w:sz w:val="24"/>
          <w:szCs w:val="24"/>
        </w:rPr>
        <w:tab/>
      </w:r>
      <w:r w:rsidR="00D30F17" w:rsidRPr="00D30F17">
        <w:rPr>
          <w:rFonts w:ascii="Tahoma" w:hAnsi="Tahoma" w:cs="Tahoma"/>
          <w:sz w:val="24"/>
          <w:szCs w:val="24"/>
        </w:rPr>
        <w:tab/>
      </w:r>
      <w:r w:rsidR="00D30F17" w:rsidRPr="00D30F17">
        <w:rPr>
          <w:rFonts w:ascii="Tahoma" w:hAnsi="Tahoma" w:cs="Tahoma"/>
          <w:sz w:val="24"/>
          <w:szCs w:val="24"/>
        </w:rPr>
        <w:tab/>
      </w:r>
      <w:r w:rsidRPr="00D30F17">
        <w:rPr>
          <w:rFonts w:ascii="Tahoma" w:hAnsi="Tahoma" w:cs="Tahoma"/>
          <w:sz w:val="24"/>
          <w:szCs w:val="24"/>
        </w:rPr>
        <w:tab/>
      </w:r>
      <w:r w:rsidRPr="00D30F17">
        <w:rPr>
          <w:rFonts w:ascii="Tahoma" w:hAnsi="Tahoma" w:cs="Tahoma"/>
          <w:sz w:val="24"/>
          <w:szCs w:val="24"/>
        </w:rPr>
        <w:object w:dxaOrig="1551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4" o:title=""/>
          </v:shape>
          <o:OLEObject Type="Embed" ProgID="AcroExch.Document.7" ShapeID="_x0000_i1025" DrawAspect="Icon" ObjectID="_1405193300" r:id="rId5"/>
        </w:object>
      </w:r>
    </w:p>
    <w:p w:rsidR="0068249D" w:rsidRDefault="0068249D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68249D" w:rsidRDefault="0068249D">
      <w:pPr>
        <w:rPr>
          <w:rFonts w:ascii="Tahoma" w:hAnsi="Tahoma" w:cs="Tahoma"/>
        </w:rPr>
      </w:pPr>
    </w:p>
    <w:p w:rsidR="0068249D" w:rsidRPr="003F1289" w:rsidRDefault="0068249D">
      <w:pPr>
        <w:rPr>
          <w:rFonts w:ascii="Tahoma" w:hAnsi="Tahoma" w:cs="Tahoma"/>
        </w:rPr>
      </w:pPr>
      <w:r w:rsidRPr="003F1289">
        <w:rPr>
          <w:rFonts w:ascii="Tahoma" w:hAnsi="Tahoma" w:cs="Tahoma"/>
        </w:rPr>
        <w:tab/>
      </w:r>
      <w:r w:rsidRPr="003F1289">
        <w:rPr>
          <w:rFonts w:ascii="Tahoma" w:hAnsi="Tahoma" w:cs="Tahoma"/>
        </w:rPr>
        <w:tab/>
      </w:r>
    </w:p>
    <w:sectPr w:rsidR="0068249D" w:rsidRPr="003F1289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64B6"/>
    <w:rsid w:val="00041E65"/>
    <w:rsid w:val="000C57DB"/>
    <w:rsid w:val="00136FBF"/>
    <w:rsid w:val="001C3F14"/>
    <w:rsid w:val="001E1BDB"/>
    <w:rsid w:val="00235E54"/>
    <w:rsid w:val="002457B6"/>
    <w:rsid w:val="00261888"/>
    <w:rsid w:val="002D2E2E"/>
    <w:rsid w:val="00381C71"/>
    <w:rsid w:val="003F1289"/>
    <w:rsid w:val="003F5268"/>
    <w:rsid w:val="00516967"/>
    <w:rsid w:val="0061779C"/>
    <w:rsid w:val="0062098C"/>
    <w:rsid w:val="0068249D"/>
    <w:rsid w:val="00684B2B"/>
    <w:rsid w:val="00695EE9"/>
    <w:rsid w:val="006A57F7"/>
    <w:rsid w:val="006B4C56"/>
    <w:rsid w:val="00761971"/>
    <w:rsid w:val="0082765A"/>
    <w:rsid w:val="00894C31"/>
    <w:rsid w:val="009E556B"/>
    <w:rsid w:val="00A6137E"/>
    <w:rsid w:val="00B317A6"/>
    <w:rsid w:val="00BE64B6"/>
    <w:rsid w:val="00CE2876"/>
    <w:rsid w:val="00D30F17"/>
    <w:rsid w:val="00DA4492"/>
    <w:rsid w:val="00DD322C"/>
    <w:rsid w:val="00EA1A6C"/>
    <w:rsid w:val="00EC7B63"/>
    <w:rsid w:val="00EF535C"/>
    <w:rsid w:val="00F37FC0"/>
    <w:rsid w:val="00FC5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C5523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182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8</cp:revision>
  <dcterms:created xsi:type="dcterms:W3CDTF">2010-10-12T21:42:00Z</dcterms:created>
  <dcterms:modified xsi:type="dcterms:W3CDTF">2012-07-31T02:42:00Z</dcterms:modified>
</cp:coreProperties>
</file>